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38" w:rsidRDefault="00FD28F3">
      <w:pPr>
        <w:rPr>
          <w:sz w:val="36"/>
          <w:szCs w:val="36"/>
        </w:rPr>
      </w:pPr>
      <w:r w:rsidRPr="00FD28F3">
        <w:rPr>
          <w:sz w:val="36"/>
          <w:szCs w:val="36"/>
        </w:rPr>
        <w:t>Family Stories</w:t>
      </w:r>
    </w:p>
    <w:p w:rsidR="00FD28F3" w:rsidRDefault="00FD28F3">
      <w:pPr>
        <w:rPr>
          <w:sz w:val="36"/>
          <w:szCs w:val="36"/>
        </w:rPr>
      </w:pPr>
      <w:r>
        <w:rPr>
          <w:sz w:val="36"/>
          <w:szCs w:val="36"/>
        </w:rPr>
        <w:t>Cindy</w:t>
      </w:r>
      <w:r w:rsidRPr="00FD28F3">
        <w:rPr>
          <w:sz w:val="36"/>
          <w:szCs w:val="36"/>
        </w:rPr>
        <w:drawing>
          <wp:inline distT="0" distB="0" distL="0" distR="0">
            <wp:extent cx="1104900" cy="1638300"/>
            <wp:effectExtent l="0" t="0" r="0" b="0"/>
            <wp:docPr id="2" name="Picture 2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and her sister, </w:t>
      </w:r>
      <w:proofErr w:type="gramStart"/>
      <w:r>
        <w:rPr>
          <w:sz w:val="36"/>
          <w:szCs w:val="36"/>
        </w:rPr>
        <w:t xml:space="preserve">Lynn  </w:t>
      </w:r>
      <w:proofErr w:type="gramEnd"/>
      <w:r w:rsidRPr="00FD28F3">
        <w:rPr>
          <w:sz w:val="36"/>
          <w:szCs w:val="36"/>
        </w:rPr>
        <w:drawing>
          <wp:inline distT="0" distB="0" distL="0" distR="0">
            <wp:extent cx="1043517" cy="1133475"/>
            <wp:effectExtent l="0" t="0" r="4445" b="0"/>
            <wp:docPr id="3" name="Picture 3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17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r were from </w:t>
      </w:r>
    </w:p>
    <w:p w:rsidR="00463C2D" w:rsidRDefault="00FD28F3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Japan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209675" cy="1609725"/>
            <wp:effectExtent l="0" t="0" r="9525" b="9525"/>
            <wp:docPr id="1" name="Picture 1" descr="http://ts3.mm.bing.net/th?id=H.4746927875622478&amp;w=127&amp;h=169&amp;c=7&amp;rs=1&amp;pid=1.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th?id=H.4746927875622478&amp;w=127&amp;h=169&amp;c=7&amp;rs=1&amp;pid=1.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Lynn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933450" cy="1013919"/>
            <wp:effectExtent l="0" t="0" r="0" b="0"/>
            <wp:docPr id="4" name="Picture 4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was older.  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15FE9708" wp14:editId="62F4DDB4">
            <wp:extent cx="933450" cy="1013919"/>
            <wp:effectExtent l="0" t="0" r="0" b="0"/>
            <wp:docPr id="5" name="Picture 5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 xml:space="preserve">taught 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005453" cy="1028700"/>
            <wp:effectExtent l="0" t="0" r="4445" b="0"/>
            <wp:docPr id="6" name="Picture 6" descr="http://ts3.mm.bing.net/th?id=H.4517576646003142&amp;w=173&amp;h=177&amp;c=7&amp;rs=1&amp;pid=1.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s3.mm.bing.net/th?id=H.4517576646003142&amp;w=173&amp;h=177&amp;c=7&amp;rs=1&amp;pid=1.7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453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Cindy</w:t>
      </w:r>
      <w:r w:rsidR="00463C2D" w:rsidRPr="00FD28F3">
        <w:rPr>
          <w:sz w:val="36"/>
          <w:szCs w:val="36"/>
        </w:rPr>
        <w:drawing>
          <wp:inline distT="0" distB="0" distL="0" distR="0" wp14:anchorId="573D055C" wp14:editId="5B038711">
            <wp:extent cx="1104900" cy="1638300"/>
            <wp:effectExtent l="0" t="0" r="0" b="0"/>
            <wp:docPr id="14" name="Picture 14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her first word. </w:t>
      </w:r>
      <w:proofErr w:type="spellStart"/>
      <w:r>
        <w:rPr>
          <w:sz w:val="36"/>
          <w:szCs w:val="36"/>
        </w:rPr>
        <w:t>Kira-Kira</w:t>
      </w:r>
      <w:proofErr w:type="spellEnd"/>
      <w:r>
        <w:rPr>
          <w:sz w:val="36"/>
          <w:szCs w:val="36"/>
        </w:rPr>
        <w:t xml:space="preserve"> was Cindy’s </w:t>
      </w:r>
      <w:r w:rsidRPr="00FD28F3">
        <w:rPr>
          <w:sz w:val="36"/>
          <w:szCs w:val="36"/>
        </w:rPr>
        <w:drawing>
          <wp:inline distT="0" distB="0" distL="0" distR="0" wp14:anchorId="1B7A9C11" wp14:editId="49C1EFFF">
            <wp:extent cx="1104900" cy="1638300"/>
            <wp:effectExtent l="0" t="0" r="0" b="0"/>
            <wp:docPr id="7" name="Picture 7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first word.  </w:t>
      </w:r>
      <w:proofErr w:type="spellStart"/>
      <w:r>
        <w:rPr>
          <w:sz w:val="36"/>
          <w:szCs w:val="36"/>
        </w:rPr>
        <w:t>Kira-Kira</w:t>
      </w:r>
      <w:proofErr w:type="spellEnd"/>
      <w:r>
        <w:rPr>
          <w:sz w:val="36"/>
          <w:szCs w:val="36"/>
        </w:rPr>
        <w:t xml:space="preserve"> means </w:t>
      </w:r>
    </w:p>
    <w:p w:rsidR="00FD28F3" w:rsidRDefault="00FD28F3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 xml:space="preserve">glittering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247719" cy="1219200"/>
            <wp:effectExtent l="0" t="0" r="0" b="0"/>
            <wp:docPr id="8" name="Picture 8" descr="http://ts2.mm.bing.net/th?id=H.4735653568315685&amp;w=175&amp;h=171&amp;c=7&amp;rs=1&amp;pid=1.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s2.mm.bing.net/th?id=H.4735653568315685&amp;w=175&amp;h=171&amp;c=7&amp;rs=1&amp;pid=1.7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19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.</w:t>
      </w:r>
    </w:p>
    <w:p w:rsidR="00FD28F3" w:rsidRDefault="00FD28F3">
      <w:pPr>
        <w:rPr>
          <w:sz w:val="36"/>
          <w:szCs w:val="36"/>
        </w:rPr>
      </w:pPr>
    </w:p>
    <w:p w:rsidR="00463C2D" w:rsidRDefault="00FD28F3">
      <w:pPr>
        <w:rPr>
          <w:sz w:val="36"/>
          <w:szCs w:val="36"/>
        </w:rPr>
      </w:pPr>
      <w:r>
        <w:rPr>
          <w:sz w:val="36"/>
          <w:szCs w:val="36"/>
        </w:rPr>
        <w:t xml:space="preserve">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C48A260" wp14:editId="498A10CB">
            <wp:extent cx="933450" cy="1013919"/>
            <wp:effectExtent l="0" t="0" r="0" b="0"/>
            <wp:docPr id="10" name="Picture 10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kept a </w:t>
      </w:r>
      <w:proofErr w:type="gramStart"/>
      <w:r>
        <w:rPr>
          <w:sz w:val="36"/>
          <w:szCs w:val="36"/>
        </w:rPr>
        <w:t xml:space="preserve">diary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419350" cy="1685925"/>
            <wp:effectExtent l="0" t="0" r="0" b="9525"/>
            <wp:docPr id="9" name="Picture 9" descr="http://ts3.mm.bing.net/th?id=H.5023115731207010&amp;w=254&amp;h=177&amp;c=7&amp;rs=1&amp;pid=1.7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s3.mm.bing.net/th?id=H.5023115731207010&amp;w=254&amp;h=177&amp;c=7&amp;rs=1&amp;pid=1.7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She wrote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762000" cy="1053353"/>
            <wp:effectExtent l="0" t="0" r="0" b="0"/>
            <wp:docPr id="12" name="Picture 12" descr="http://ts4.mm.bing.net/th?id=H.4979732251347867&amp;w=136&amp;h=188&amp;c=7&amp;rs=1&amp;pid=1.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s4.mm.bing.net/th?id=H.4979732251347867&amp;w=136&amp;h=188&amp;c=7&amp;rs=1&amp;pid=1.7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5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about</w:t>
      </w:r>
      <w:r w:rsidR="00463C2D">
        <w:rPr>
          <w:sz w:val="36"/>
          <w:szCs w:val="36"/>
        </w:rPr>
        <w:t xml:space="preserve"> saving Cindy’s</w:t>
      </w:r>
      <w:r w:rsidR="00463C2D" w:rsidRPr="00FD28F3">
        <w:rPr>
          <w:sz w:val="36"/>
          <w:szCs w:val="36"/>
        </w:rPr>
        <w:drawing>
          <wp:inline distT="0" distB="0" distL="0" distR="0" wp14:anchorId="573D055C" wp14:editId="5B038711">
            <wp:extent cx="1104900" cy="1638300"/>
            <wp:effectExtent l="0" t="0" r="0" b="0"/>
            <wp:docPr id="15" name="Picture 15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3C2D">
        <w:rPr>
          <w:sz w:val="36"/>
          <w:szCs w:val="36"/>
        </w:rPr>
        <w:t xml:space="preserve"> life. </w:t>
      </w:r>
      <w:r>
        <w:rPr>
          <w:sz w:val="36"/>
          <w:szCs w:val="36"/>
        </w:rPr>
        <w:t xml:space="preserve"> </w:t>
      </w:r>
      <w:r w:rsidR="00463C2D">
        <w:rPr>
          <w:sz w:val="36"/>
          <w:szCs w:val="36"/>
        </w:rPr>
        <w:t xml:space="preserve">She </w:t>
      </w:r>
    </w:p>
    <w:p w:rsidR="00FD28F3" w:rsidRDefault="00463C2D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wrote</w:t>
      </w:r>
      <w:proofErr w:type="gramEnd"/>
      <w:r>
        <w:rPr>
          <w:sz w:val="36"/>
          <w:szCs w:val="36"/>
        </w:rPr>
        <w:t xml:space="preserve"> 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6B33C512" wp14:editId="3C1C470A">
            <wp:extent cx="762000" cy="1053353"/>
            <wp:effectExtent l="0" t="0" r="0" b="0"/>
            <wp:docPr id="16" name="Picture 16" descr="http://ts4.mm.bing.net/th?id=H.4979732251347867&amp;w=136&amp;h=188&amp;c=7&amp;rs=1&amp;pid=1.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s4.mm.bing.net/th?id=H.4979732251347867&amp;w=136&amp;h=188&amp;c=7&amp;rs=1&amp;pid=1.7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5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about  </w:t>
      </w:r>
      <w:r w:rsidR="00FD28F3">
        <w:rPr>
          <w:sz w:val="36"/>
          <w:szCs w:val="36"/>
        </w:rPr>
        <w:t xml:space="preserve">having fun in the corn field </w:t>
      </w:r>
      <w:r w:rsidR="00FD28F3">
        <w:rPr>
          <w:rFonts w:ascii="Arial" w:hAnsi="Arial" w:cs="Arial"/>
          <w:noProof/>
          <w:color w:val="000000"/>
        </w:rPr>
        <w:drawing>
          <wp:inline distT="0" distB="0" distL="0" distR="0">
            <wp:extent cx="819150" cy="1257299"/>
            <wp:effectExtent l="0" t="0" r="0" b="635"/>
            <wp:docPr id="11" name="Picture 11" descr="http://ts2.mm.bing.net/th?id=H.4577770617245353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s2.mm.bing.net/th?id=H.4577770617245353&amp;pid=1.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94" cy="125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8F3">
        <w:rPr>
          <w:sz w:val="36"/>
          <w:szCs w:val="36"/>
        </w:rPr>
        <w:t>.</w:t>
      </w:r>
    </w:p>
    <w:p w:rsidR="00FD28F3" w:rsidRDefault="00463C2D">
      <w:pPr>
        <w:rPr>
          <w:sz w:val="36"/>
          <w:szCs w:val="36"/>
        </w:rPr>
      </w:pPr>
      <w:r>
        <w:rPr>
          <w:sz w:val="36"/>
          <w:szCs w:val="36"/>
        </w:rPr>
        <w:lastRenderedPageBreak/>
        <w:t>They saw a</w:t>
      </w:r>
      <w:r w:rsidR="00FD28F3">
        <w:rPr>
          <w:sz w:val="36"/>
          <w:szCs w:val="36"/>
        </w:rPr>
        <w:t xml:space="preserve"> dirty gray dog</w:t>
      </w:r>
      <w:r w:rsidR="00FD28F3">
        <w:rPr>
          <w:rFonts w:ascii="Arial" w:hAnsi="Arial" w:cs="Arial"/>
          <w:noProof/>
          <w:color w:val="0044CC"/>
        </w:rPr>
        <w:drawing>
          <wp:inline distT="0" distB="0" distL="0" distR="0">
            <wp:extent cx="1714500" cy="1714500"/>
            <wp:effectExtent l="0" t="0" r="0" b="0"/>
            <wp:docPr id="13" name="Picture 13" descr="http://ts4.mm.bing.net/th?id=H.5009247251008151&amp;w=180&amp;h=180&amp;c=7&amp;rs=1&amp;pid=1.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4.mm.bing.net/th?id=H.5009247251008151&amp;w=180&amp;h=180&amp;c=7&amp;rs=1&amp;pid=1.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66D13472" wp14:editId="02D5F460">
            <wp:extent cx="933450" cy="1013919"/>
            <wp:effectExtent l="0" t="0" r="0" b="0"/>
            <wp:docPr id="24" name="Picture 24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went into the corn </w:t>
      </w:r>
      <w:proofErr w:type="gramStart"/>
      <w:r>
        <w:rPr>
          <w:sz w:val="36"/>
          <w:szCs w:val="36"/>
        </w:rPr>
        <w:t xml:space="preserve">field </w:t>
      </w:r>
      <w:proofErr w:type="gramEnd"/>
      <w:r>
        <w:rPr>
          <w:rFonts w:ascii="Arial" w:hAnsi="Arial" w:cs="Arial"/>
          <w:noProof/>
          <w:color w:val="000000"/>
        </w:rPr>
        <w:drawing>
          <wp:inline distT="0" distB="0" distL="0" distR="0" wp14:anchorId="605A6340" wp14:editId="069E8B29">
            <wp:extent cx="819150" cy="1257299"/>
            <wp:effectExtent l="0" t="0" r="0" b="635"/>
            <wp:docPr id="17" name="Picture 17" descr="http://ts2.mm.bing.net/th?id=H.4577770617245353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s2.mm.bing.net/th?id=H.4577770617245353&amp;pid=1.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94" cy="125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Cindy </w:t>
      </w:r>
      <w:r w:rsidRPr="00FD28F3">
        <w:rPr>
          <w:sz w:val="36"/>
          <w:szCs w:val="36"/>
        </w:rPr>
        <w:drawing>
          <wp:inline distT="0" distB="0" distL="0" distR="0" wp14:anchorId="00199B54" wp14:editId="71688ECC">
            <wp:extent cx="923925" cy="1369958"/>
            <wp:effectExtent l="0" t="0" r="0" b="1905"/>
            <wp:docPr id="21" name="Picture 21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6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was afraid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019175" cy="1252736"/>
            <wp:effectExtent l="0" t="0" r="0" b="5080"/>
            <wp:docPr id="18" name="Picture 18" descr="http://ts2.mm.bing.net/th?id=H.4713500155379917&amp;w=144&amp;h=177&amp;c=7&amp;rs=1&amp;pid=1.7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s2.mm.bing.net/th?id=H.4713500155379917&amp;w=144&amp;h=177&amp;c=7&amp;rs=1&amp;pid=1.7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5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to be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219200" cy="914400"/>
            <wp:effectExtent l="0" t="0" r="0" b="0"/>
            <wp:docPr id="19" name="Picture 19" descr="http://2.bp.blogspot.com/_gEPJI9AtcfM/TLTPrBq07-I/AAAAAAAAAIk/VlyZXpH7H3E/s1600/rson-standing-alone-near-a-crowd-of-different-colored-people-symbolizing-depression-bullying-standing-out-from-the-crowd-etc-clipart-illustration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2.bp.blogspot.com/_gEPJI9AtcfM/TLTPrBq07-I/AAAAAAAAAIk/VlyZXpH7H3E/s1600/rson-standing-alone-near-a-crowd-of-different-colored-people-symbolizing-depression-bullying-standing-out-from-the-crowd-etc-clipart-illustration-graphic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alone in the corn field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6A10C81F" wp14:editId="20DA3078">
            <wp:extent cx="819150" cy="1257299"/>
            <wp:effectExtent l="0" t="0" r="0" b="635"/>
            <wp:docPr id="20" name="Picture 20" descr="http://ts2.mm.bing.net/th?id=H.4577770617245353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s2.mm.bing.net/th?id=H.4577770617245353&amp;pid=1.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94" cy="125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.   Cindy</w:t>
      </w:r>
      <w:r w:rsidRPr="00FD28F3">
        <w:rPr>
          <w:sz w:val="36"/>
          <w:szCs w:val="36"/>
        </w:rPr>
        <w:drawing>
          <wp:inline distT="0" distB="0" distL="0" distR="0" wp14:anchorId="0EB63A31" wp14:editId="7FE31016">
            <wp:extent cx="923925" cy="1369958"/>
            <wp:effectExtent l="0" t="0" r="0" b="1905"/>
            <wp:docPr id="22" name="Picture 22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6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started to cry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038225" cy="983292"/>
            <wp:effectExtent l="0" t="0" r="0" b="7620"/>
            <wp:docPr id="23" name="Picture 23" descr="http://ts3.mm.bing.net/th?id=H.4693451241226942&amp;w=189&amp;h=179&amp;c=7&amp;rs=1&amp;pid=1.7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s3.mm.bing.net/th?id=H.4693451241226942&amp;w=189&amp;h=179&amp;c=7&amp;rs=1&amp;pid=1.7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8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when 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66D13472" wp14:editId="02D5F460">
            <wp:extent cx="933450" cy="1013919"/>
            <wp:effectExtent l="0" t="0" r="0" b="0"/>
            <wp:docPr id="25" name="Picture 25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surprised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877634" cy="1133475"/>
            <wp:effectExtent l="0" t="0" r="0" b="0"/>
            <wp:docPr id="26" name="Picture 26" descr="http://www.clipartoday.com/_thumbs/034/S/Surprise_2_t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clipartoday.com/_thumbs/034/S/Surprise_2_tnb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34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her and said, “Boo.”</w:t>
      </w:r>
      <w:r w:rsidR="00504F07">
        <w:rPr>
          <w:sz w:val="36"/>
          <w:szCs w:val="36"/>
        </w:rPr>
        <w:t xml:space="preserve">  The dog </w:t>
      </w:r>
      <w:r w:rsidR="00504F07">
        <w:rPr>
          <w:rFonts w:ascii="Arial" w:hAnsi="Arial" w:cs="Arial"/>
          <w:noProof/>
          <w:color w:val="0044CC"/>
        </w:rPr>
        <w:drawing>
          <wp:inline distT="0" distB="0" distL="0" distR="0" wp14:anchorId="2DF0ECCE" wp14:editId="0EB953DC">
            <wp:extent cx="990600" cy="990600"/>
            <wp:effectExtent l="0" t="0" r="0" b="0"/>
            <wp:docPr id="27" name="Picture 27" descr="http://ts4.mm.bing.net/th?id=H.5009247251008151&amp;w=180&amp;h=180&amp;c=7&amp;rs=1&amp;pid=1.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4.mm.bing.net/th?id=H.5009247251008151&amp;w=180&amp;h=180&amp;c=7&amp;rs=1&amp;pid=1.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4F07">
        <w:rPr>
          <w:sz w:val="36"/>
          <w:szCs w:val="36"/>
        </w:rPr>
        <w:t xml:space="preserve"> ran away.</w:t>
      </w:r>
    </w:p>
    <w:p w:rsidR="00504F07" w:rsidRDefault="00504F07">
      <w:pPr>
        <w:rPr>
          <w:sz w:val="36"/>
          <w:szCs w:val="36"/>
        </w:rPr>
      </w:pPr>
    </w:p>
    <w:p w:rsidR="00504F07" w:rsidRDefault="00504F07">
      <w:pPr>
        <w:rPr>
          <w:sz w:val="36"/>
          <w:szCs w:val="36"/>
        </w:rPr>
      </w:pPr>
      <w:r>
        <w:rPr>
          <w:sz w:val="36"/>
          <w:szCs w:val="36"/>
        </w:rPr>
        <w:lastRenderedPageBreak/>
        <w:t>Cindy</w:t>
      </w:r>
      <w:r w:rsidRPr="00FD28F3">
        <w:rPr>
          <w:sz w:val="36"/>
          <w:szCs w:val="36"/>
        </w:rPr>
        <w:drawing>
          <wp:inline distT="0" distB="0" distL="0" distR="0" wp14:anchorId="69F57292" wp14:editId="083949F9">
            <wp:extent cx="923925" cy="1369958"/>
            <wp:effectExtent l="0" t="0" r="0" b="1905"/>
            <wp:docPr id="29" name="Picture 29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6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and Lynn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26889B1" wp14:editId="6F771DA5">
            <wp:extent cx="933450" cy="1013919"/>
            <wp:effectExtent l="0" t="0" r="0" b="0"/>
            <wp:docPr id="28" name="Picture 28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sat on the abandoned </w:t>
      </w:r>
    </w:p>
    <w:p w:rsidR="00504F07" w:rsidRDefault="00504F07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road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133475" cy="996582"/>
            <wp:effectExtent l="0" t="0" r="0" b="0"/>
            <wp:docPr id="30" name="Picture 30" descr="http://ts2.mm.bing.net/th?id=H.4719500207130505&amp;w=207&amp;h=182&amp;c=7&amp;rs=1&amp;pid=1.7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ts2.mm.bing.net/th?id=H.4719500207130505&amp;w=207&amp;h=182&amp;c=7&amp;rs=1&amp;pid=1.7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9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Then the gray dog 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60399E14" wp14:editId="1D723EBC">
            <wp:extent cx="990600" cy="990600"/>
            <wp:effectExtent l="0" t="0" r="0" b="0"/>
            <wp:docPr id="31" name="Picture 31" descr="http://ts4.mm.bing.net/th?id=H.5009247251008151&amp;w=180&amp;h=180&amp;c=7&amp;rs=1&amp;pid=1.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4.mm.bing.net/th?id=H.5009247251008151&amp;w=180&amp;h=180&amp;c=7&amp;rs=1&amp;pid=1.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jumped out of the corn field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77AD789A" wp14:editId="54F899CA">
            <wp:extent cx="819150" cy="1257299"/>
            <wp:effectExtent l="0" t="0" r="0" b="635"/>
            <wp:docPr id="33" name="Picture 33" descr="http://ts2.mm.bing.net/th?id=H.4577770617245353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s2.mm.bing.net/th?id=H.4577770617245353&amp;pid=1.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94" cy="125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and growled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676400" cy="1251995"/>
            <wp:effectExtent l="0" t="0" r="0" b="5715"/>
            <wp:docPr id="34" name="Picture 34" descr="http://ts4.mm.bing.net/th?id=H.4900971165058455&amp;w=237&amp;h=177&amp;c=7&amp;rs=1&amp;pid=1.7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s4.mm.bing.net/th?id=H.4900971165058455&amp;w=237&amp;h=177&amp;c=7&amp;rs=1&amp;pid=1.7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5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0B3A0A0" wp14:editId="7625D757">
            <wp:extent cx="933450" cy="1013919"/>
            <wp:effectExtent l="0" t="0" r="0" b="0"/>
            <wp:docPr id="35" name="Picture 35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told Cindy</w:t>
      </w:r>
      <w:r w:rsidRPr="00FD28F3">
        <w:rPr>
          <w:sz w:val="36"/>
          <w:szCs w:val="36"/>
        </w:rPr>
        <w:drawing>
          <wp:inline distT="0" distB="0" distL="0" distR="0" wp14:anchorId="5A97FC9B" wp14:editId="13C29DFA">
            <wp:extent cx="923925" cy="1369958"/>
            <wp:effectExtent l="0" t="0" r="0" b="1905"/>
            <wp:docPr id="38" name="Picture 38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6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to run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742950" cy="692117"/>
            <wp:effectExtent l="0" t="0" r="0" b="0"/>
            <wp:docPr id="39" name="Picture 39" descr="http://ts3.mm.bing.net/th?id=H.5008740427891862&amp;w=190&amp;h=177&amp;c=7&amp;rs=1&amp;pid=1.7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ts3.mm.bing.net/th?id=H.5008740427891862&amp;w=190&amp;h=177&amp;c=7&amp;rs=1&amp;pid=1.7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home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964254" cy="742950"/>
            <wp:effectExtent l="0" t="0" r="7620" b="0"/>
            <wp:docPr id="40" name="Picture 40" descr="http://ts1.mm.bing.net/th?id=H.4741383094929276&amp;w=244&amp;h=188&amp;c=7&amp;rs=1&amp;pid=1.7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ts1.mm.bing.net/th?id=H.4741383094929276&amp;w=244&amp;h=188&amp;c=7&amp;rs=1&amp;pid=1.7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254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.</w:t>
      </w:r>
    </w:p>
    <w:p w:rsidR="00504F07" w:rsidRPr="00FD28F3" w:rsidRDefault="003841BD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The dog bit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000504" cy="1047750"/>
            <wp:effectExtent l="0" t="0" r="9525" b="0"/>
            <wp:docPr id="41" name="Picture 41" descr="http://www.buncee.com/files/uploads/image/My-Dog-Dont-Bi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buncee.com/files/uploads/image/My-Dog-Dont-Bite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504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Lynn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0B08731" wp14:editId="7F3F3512">
            <wp:extent cx="933450" cy="1013919"/>
            <wp:effectExtent l="0" t="0" r="0" b="0"/>
            <wp:docPr id="42" name="Picture 42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.  Cindy</w:t>
      </w:r>
      <w:r w:rsidRPr="00FD28F3">
        <w:rPr>
          <w:sz w:val="36"/>
          <w:szCs w:val="36"/>
        </w:rPr>
        <w:drawing>
          <wp:inline distT="0" distB="0" distL="0" distR="0" wp14:anchorId="17DCC633" wp14:editId="0BAC3E37">
            <wp:extent cx="923925" cy="1369958"/>
            <wp:effectExtent l="0" t="0" r="0" b="1905"/>
            <wp:docPr id="43" name="Picture 43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6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threw a milk bottle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400175" cy="1733550"/>
            <wp:effectExtent l="0" t="0" r="9525" b="0"/>
            <wp:docPr id="44" name="Picture 44" descr="http://ts2.mm.bing.net/th?id=H.4598674206884313&amp;w=147&amp;h=182&amp;c=7&amp;rs=1&amp;pid=1.7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ts2.mm.bing.net/th?id=H.4598674206884313&amp;w=147&amp;h=182&amp;c=7&amp;rs=1&amp;pid=1.7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at the dog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59F1E0F9" wp14:editId="2F50972F">
            <wp:extent cx="990600" cy="990600"/>
            <wp:effectExtent l="0" t="0" r="0" b="0"/>
            <wp:docPr id="45" name="Picture 45" descr="http://ts4.mm.bing.net/th?id=H.5009247251008151&amp;w=180&amp;h=180&amp;c=7&amp;rs=1&amp;pid=1.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4.mm.bing.net/th?id=H.5009247251008151&amp;w=180&amp;h=180&amp;c=7&amp;rs=1&amp;pid=1.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.  Lynn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2C4A7E37" wp14:editId="40D8C159">
            <wp:extent cx="933450" cy="1013919"/>
            <wp:effectExtent l="0" t="0" r="0" b="0"/>
            <wp:docPr id="46" name="Picture 46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got up.  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2C4A7E37" wp14:editId="40D8C159">
            <wp:extent cx="933450" cy="1013919"/>
            <wp:effectExtent l="0" t="0" r="0" b="0"/>
            <wp:docPr id="47" name="Picture 47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was worried about the dog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4E8493A6" wp14:editId="4F2134ED">
            <wp:extent cx="990600" cy="990600"/>
            <wp:effectExtent l="0" t="0" r="0" b="0"/>
            <wp:docPr id="48" name="Picture 48" descr="http://ts4.mm.bing.net/th?id=H.5009247251008151&amp;w=180&amp;h=180&amp;c=7&amp;rs=1&amp;pid=1.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4.mm.bing.net/th?id=H.5009247251008151&amp;w=180&amp;h=180&amp;c=7&amp;rs=1&amp;pid=1.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She did not want him to cut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847725" cy="847725"/>
            <wp:effectExtent l="0" t="0" r="9525" b="9525"/>
            <wp:docPr id="49" name="Picture 49" descr="http://www.picturesof.net/_images_300/Adhesive_Bandage_Royalty_Free_Clipart_Picture_081109-201921-155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picturesof.net/_images_300/Adhesive_Bandage_Royalty_Free_Clipart_Picture_081109-201921-155042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his tongue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933575" cy="1291539"/>
            <wp:effectExtent l="0" t="0" r="0" b="4445"/>
            <wp:docPr id="50" name="Picture 50" descr="http://ts3.mm.bing.net/th?id=H.4532853831894282&amp;w=259&amp;h=173&amp;c=7&amp;rs=1&amp;pid=1.7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s3.mm.bing.net/th?id=H.4532853831894282&amp;w=259&amp;h=173&amp;c=7&amp;rs=1&amp;pid=1.7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29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on the glass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047875" cy="1609725"/>
            <wp:effectExtent l="0" t="0" r="9525" b="9525"/>
            <wp:docPr id="51" name="Picture 51" descr="http://ts4.mm.bing.net/th?id=H.4879414678716707&amp;w=215&amp;h=169&amp;c=7&amp;rs=1&amp;pid=1.7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ts4.mm.bing.net/th?id=H.4879414678716707&amp;w=215&amp;h=169&amp;c=7&amp;rs=1&amp;pid=1.7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Lynn </w:t>
      </w: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1871C48D" wp14:editId="5F8E1369">
            <wp:extent cx="933450" cy="1013919"/>
            <wp:effectExtent l="0" t="0" r="0" b="0"/>
            <wp:docPr id="52" name="Picture 52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took the water hose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190625" cy="1586279"/>
            <wp:effectExtent l="0" t="0" r="0" b="0"/>
            <wp:docPr id="53" name="Picture 53" descr="http://regreenspringfield.com/wp-content/uploads/2012/07/water-hos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regreenspringfield.com/wp-content/uploads/2012/07/water-hose1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86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and sprayed the </w:t>
      </w:r>
      <w:proofErr w:type="gramStart"/>
      <w:r>
        <w:rPr>
          <w:sz w:val="36"/>
          <w:szCs w:val="36"/>
        </w:rPr>
        <w:t xml:space="preserve">dog </w:t>
      </w:r>
      <w:proofErr w:type="gramEnd"/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902116" cy="1273150"/>
            <wp:effectExtent l="0" t="0" r="3175" b="3810"/>
            <wp:docPr id="54" name="Picture 54" descr="http://cdn.c.photoshelter.com/img-get/I00006ez5utB1ydA/s/750/750/klan00031-dog-attacking-water-hose-in-backyard-fun-vicious-an-wide-eyed-albuquerque-new-mex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cdn.c.photoshelter.com/img-get/I00006ez5utB1ydA/s/750/750/klan00031-dog-attacking-water-hose-in-backyard-fun-vicious-an-wide-eyed-albuquerque-new-mexico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116" cy="12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The dog 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1044B55B" wp14:editId="36EE2B2B">
            <wp:extent cx="990600" cy="990600"/>
            <wp:effectExtent l="0" t="0" r="0" b="0"/>
            <wp:docPr id="55" name="Picture 55" descr="http://ts4.mm.bing.net/th?id=H.5009247251008151&amp;w=180&amp;h=180&amp;c=7&amp;rs=1&amp;pid=1.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4.mm.bing.net/th?id=H.5009247251008151&amp;w=180&amp;h=180&amp;c=7&amp;rs=1&amp;pid=1.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ran away.  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599C4D17" wp14:editId="5C465C92">
            <wp:extent cx="933450" cy="1013919"/>
            <wp:effectExtent l="0" t="0" r="0" b="0"/>
            <wp:docPr id="56" name="Picture 56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wrote that Cindy </w:t>
      </w:r>
      <w:r w:rsidRPr="00FD28F3">
        <w:rPr>
          <w:sz w:val="36"/>
          <w:szCs w:val="36"/>
        </w:rPr>
        <w:drawing>
          <wp:inline distT="0" distB="0" distL="0" distR="0" wp14:anchorId="6ED364D6" wp14:editId="3ED065A5">
            <wp:extent cx="923925" cy="1369958"/>
            <wp:effectExtent l="0" t="0" r="0" b="1905"/>
            <wp:docPr id="59" name="Picture 59" descr="http://ts4.mm.bing.net/th?id=H.4937933632177659&amp;w=116&amp;h=172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937933632177659&amp;w=116&amp;h=172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6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saved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003978" cy="781050"/>
            <wp:effectExtent l="0" t="0" r="5715" b="0"/>
            <wp:docPr id="60" name="Picture 60" descr="http://static.freepik.com/free-photo/help-save-life-float-clip-art_428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static.freepik.com/free-photo/help-save-life-float-clip-art_428121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897" cy="78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her life.  But it was really Lynn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599C4D17" wp14:editId="5C465C92">
            <wp:extent cx="933450" cy="1013919"/>
            <wp:effectExtent l="0" t="0" r="0" b="0"/>
            <wp:docPr id="57" name="Picture 57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who saved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095375" cy="852153"/>
            <wp:effectExtent l="0" t="0" r="0" b="5715"/>
            <wp:docPr id="61" name="Picture 61" descr="http://static.freepik.com/free-photo/help-save-life-float-clip-art_428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static.freepik.com/free-photo/help-save-life-float-clip-art_428121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378" cy="85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Lynn’s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599C4D17" wp14:editId="5C465C92">
            <wp:extent cx="933450" cy="1013919"/>
            <wp:effectExtent l="0" t="0" r="0" b="0"/>
            <wp:docPr id="58" name="Picture 58" descr="http://www.wpclipart.com/people/children/girls/girls_3/cute_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pclipart.com/people/children/girls/girls_3/cute_gir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65" cy="101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life.</w:t>
      </w:r>
      <w:bookmarkStart w:id="0" w:name="_GoBack"/>
      <w:bookmarkEnd w:id="0"/>
    </w:p>
    <w:sectPr w:rsidR="00504F07" w:rsidRPr="00FD2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F3"/>
    <w:rsid w:val="003841BD"/>
    <w:rsid w:val="00463C2D"/>
    <w:rsid w:val="00504F07"/>
    <w:rsid w:val="00595F0A"/>
    <w:rsid w:val="00814601"/>
    <w:rsid w:val="00B93038"/>
    <w:rsid w:val="00E80D8B"/>
    <w:rsid w:val="00FD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ng.com/images/search?q=glitter+clipart&amp;qs=n&amp;form=QBIR&amp;pq=glitter+clipart&amp;sc=8-15&amp;sp=-1&amp;sk=#view=detail&amp;id=AA14DAB430C75C60AA37F51D1A5C526DD6433ACA&amp;selectedIndex=0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3.jpeg"/><Relationship Id="rId39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34" Type="http://schemas.openxmlformats.org/officeDocument/2006/relationships/hyperlink" Target="http://www.bing.com/images/search?q=homeclipart&amp;qs=n&amp;form=QBIR&amp;pq=homeclipart&amp;sc=8-10&amp;sp=-1&amp;sk=#view=detail&amp;id=2A22BAF54C2881594459C5C1FFA786EB3AC92E9D&amp;selectedIndex=1" TargetMode="External"/><Relationship Id="rId42" Type="http://schemas.openxmlformats.org/officeDocument/2006/relationships/hyperlink" Target="http://www.bing.com/images/search?q=broken+glass&amp;qs=n&amp;form=QBIR&amp;pq=broken+glass&amp;sc=8-12&amp;sp=-1&amp;sk=#view=detail&amp;id=B076114ED2FCDC813A22F6F400C7D5A950FF655A&amp;selectedIndex=0" TargetMode="External"/><Relationship Id="rId47" Type="http://schemas.openxmlformats.org/officeDocument/2006/relationships/image" Target="media/image27.jpeg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hyperlink" Target="http://www.bing.com/images/search?q=wrote+clipart&amp;qs=n&amp;form=QBIR&amp;pq=wrote+clipart&amp;sc=1-13&amp;sp=-1&amp;sk=#view=detail&amp;id=DC434DAA366DEDDC8887D6A0757592292659DFC4&amp;selectedIndex=0" TargetMode="External"/><Relationship Id="rId25" Type="http://schemas.openxmlformats.org/officeDocument/2006/relationships/hyperlink" Target="http://www.bing.com/images/search?q=cry+clipart&amp;qpvt=cry+clipart&amp;FORM=IGRE#view=detail&amp;id=A97024FE741CC09E8A1502D3DE527D00DD6F2D22&amp;selectedIndex=10" TargetMode="External"/><Relationship Id="rId33" Type="http://schemas.openxmlformats.org/officeDocument/2006/relationships/image" Target="media/image17.jpeg"/><Relationship Id="rId38" Type="http://schemas.openxmlformats.org/officeDocument/2006/relationships/image" Target="media/image20.jpeg"/><Relationship Id="rId46" Type="http://schemas.openxmlformats.org/officeDocument/2006/relationships/image" Target="media/image26.jpeg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hyperlink" Target="http://www.bing.com/images/search?q=gray+dog+clipart&amp;qs=n&amp;form=QBIR&amp;pq=gray+dog+clipart&amp;sc=0-12&amp;sp=-1&amp;sk=#view=detail&amp;id=5114F2A70E88293F5157DAD428F006ABE3BDCDF0&amp;selectedIndex=1" TargetMode="External"/><Relationship Id="rId29" Type="http://schemas.openxmlformats.org/officeDocument/2006/relationships/image" Target="media/image15.jpeg"/><Relationship Id="rId41" Type="http://schemas.openxmlformats.org/officeDocument/2006/relationships/image" Target="media/image22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ing.com/images/search?q=taught+clipart&amp;FORM=HDRSC2#view=detail&amp;id=1CBE0E06374E340DD93DFB24EBD3AFE963124B22&amp;selectedIndex=1" TargetMode="External"/><Relationship Id="rId24" Type="http://schemas.openxmlformats.org/officeDocument/2006/relationships/image" Target="media/image12.jpeg"/><Relationship Id="rId32" Type="http://schemas.openxmlformats.org/officeDocument/2006/relationships/hyperlink" Target="http://www.bing.com/images/search?q=run+clipart&amp;qs=n&amp;form=QBIR&amp;pq=run+clipart&amp;sc=8-11&amp;sp=-1&amp;sk=#view=detail&amp;id=6F76D8EE0F8059B55E0C4D765E773DE1BDF66C13&amp;selectedIndex=0" TargetMode="External"/><Relationship Id="rId37" Type="http://schemas.openxmlformats.org/officeDocument/2006/relationships/hyperlink" Target="http://www.bing.com/images/search?q=milk+bottle+clipart&amp;qs=n&amp;form=QBIR&amp;pq=milk+bottle+clipart&amp;sc=2-19&amp;sp=-1&amp;sk=#view=detail&amp;id=64891226F20B215FB23A527BBF874502E5C3797F&amp;selectedIndex=6" TargetMode="External"/><Relationship Id="rId40" Type="http://schemas.openxmlformats.org/officeDocument/2006/relationships/hyperlink" Target="http://www.bing.com/images/search?q=tiungeclipart&amp;qs=n&amp;form=QBIR&amp;pq=tiungeclipart&amp;sc=0-11&amp;sp=-1&amp;sk=#view=detail&amp;id=02AF7155818007DA64B8B58787E289B8568119D7&amp;selectedIndex=2" TargetMode="External"/><Relationship Id="rId45" Type="http://schemas.openxmlformats.org/officeDocument/2006/relationships/image" Target="media/image25.jpeg"/><Relationship Id="rId5" Type="http://schemas.openxmlformats.org/officeDocument/2006/relationships/hyperlink" Target="http://www.bing.com/images/search?q=girl+clipart&amp;FORM=HDRSC2#view=detail&amp;id=F44FAB10EA48586223C80045CFBEEB93B9C17065&amp;selectedIndex=2" TargetMode="External"/><Relationship Id="rId15" Type="http://schemas.openxmlformats.org/officeDocument/2006/relationships/hyperlink" Target="http://www.bing.com/images/search?q=diary+clipart&amp;qs=n&amp;form=QBIR&amp;pq=diary+clipart&amp;sc=4-13&amp;sp=-1&amp;sk=#view=detail&amp;id=0E0498645F625921433A360C902C969C357F5118&amp;selectedIndex=2" TargetMode="External"/><Relationship Id="rId23" Type="http://schemas.openxmlformats.org/officeDocument/2006/relationships/image" Target="media/image11.jpeg"/><Relationship Id="rId28" Type="http://schemas.openxmlformats.org/officeDocument/2006/relationships/hyperlink" Target="http://www.bing.com/images/search?q=road+clipart&amp;qs=n&amp;form=QBIR&amp;pq=road+clipart&amp;sc=8-12&amp;sp=-1&amp;sk=#view=detail&amp;id=E6473FD982ED6DA0B5C111B264DF2F2C5D13827D&amp;selectedIndex=0" TargetMode="External"/><Relationship Id="rId36" Type="http://schemas.openxmlformats.org/officeDocument/2006/relationships/image" Target="media/image19.gif"/><Relationship Id="rId49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9.jpeg"/><Relationship Id="rId31" Type="http://schemas.openxmlformats.org/officeDocument/2006/relationships/image" Target="media/image16.jpeg"/><Relationship Id="rId44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hyperlink" Target="http://www.bing.com/images/search?q=afraidclipart&amp;qs=n&amp;form=QBIR&amp;pq=afraidclipart&amp;sc=1-13&amp;sp=-1&amp;sk=#view=detail&amp;id=D98CA0275B48E3A7DB9E68A09F62F003E465C40E&amp;selectedIndex=1" TargetMode="External"/><Relationship Id="rId27" Type="http://schemas.openxmlformats.org/officeDocument/2006/relationships/image" Target="media/image14.png"/><Relationship Id="rId30" Type="http://schemas.openxmlformats.org/officeDocument/2006/relationships/hyperlink" Target="http://www.bing.com/images/search?q=growled+clipart&amp;qs=n&amp;form=QBIR&amp;pq=growled+clipart&amp;sc=1-15&amp;sp=-1&amp;sk=#view=detail&amp;id=0F82411D6B57DC6FC229CB816E2148EB4EC31325&amp;selectedIndex=0" TargetMode="External"/><Relationship Id="rId35" Type="http://schemas.openxmlformats.org/officeDocument/2006/relationships/image" Target="media/image18.jpeg"/><Relationship Id="rId43" Type="http://schemas.openxmlformats.org/officeDocument/2006/relationships/image" Target="media/image23.jpeg"/><Relationship Id="rId48" Type="http://schemas.openxmlformats.org/officeDocument/2006/relationships/fontTable" Target="fontTable.xml"/><Relationship Id="rId8" Type="http://schemas.openxmlformats.org/officeDocument/2006/relationships/hyperlink" Target="http://www.bing.com/images/search?q=japan&amp;FORM=HDRSC2#view=detail&amp;id=CC6F0DE679CB55E6060FE59A955525341E725B1F&amp;selectedIndex=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18375C83</Template>
  <TotalTime>1</TotalTime>
  <Pages>6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dcterms:created xsi:type="dcterms:W3CDTF">2013-10-03T17:59:00Z</dcterms:created>
  <dcterms:modified xsi:type="dcterms:W3CDTF">2013-10-03T17:59:00Z</dcterms:modified>
</cp:coreProperties>
</file>